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2AA" w:rsidRDefault="008642AA" w:rsidP="008642AA">
      <w:pPr>
        <w:pStyle w:val="Heading1"/>
      </w:pPr>
      <w:r w:rsidRPr="00A0206E">
        <w:t>Fișa 0</w:t>
      </w:r>
      <w:r>
        <w:t>6</w:t>
      </w:r>
      <w:r w:rsidRPr="00A0206E">
        <w:t xml:space="preserve"> – </w:t>
      </w:r>
      <w:r>
        <w:t xml:space="preserve">lucrare </w:t>
      </w:r>
      <w:r w:rsidRPr="00A0206E">
        <w:t>funcții</w:t>
      </w:r>
      <w:r>
        <w:t>, rândul 2</w:t>
      </w:r>
    </w:p>
    <w:p w:rsidR="008642AA" w:rsidRPr="00EA24D5" w:rsidRDefault="008642AA" w:rsidP="008642AA">
      <w:pPr>
        <w:rPr>
          <w:i/>
          <w:vertAlign w:val="subscript"/>
        </w:rPr>
      </w:pPr>
      <w:r w:rsidRPr="00EA24D5">
        <w:rPr>
          <w:i/>
          <w:vertAlign w:val="subscript"/>
        </w:rPr>
        <w:t>(1p din oficiu)</w:t>
      </w:r>
    </w:p>
    <w:p w:rsidR="00B63268" w:rsidRPr="00B63268" w:rsidRDefault="007B1A8B" w:rsidP="0067408A">
      <w:pPr>
        <w:pStyle w:val="ListParagraph"/>
        <w:numPr>
          <w:ilvl w:val="0"/>
          <w:numId w:val="4"/>
        </w:numPr>
        <w:spacing w:before="120" w:after="120"/>
        <w:jc w:val="both"/>
        <w:rPr>
          <w:lang w:val="en-US"/>
        </w:rPr>
      </w:pPr>
      <w:r>
        <w:rPr>
          <w:i/>
          <w:vertAlign w:val="subscript"/>
        </w:rPr>
        <w:t>(2</w:t>
      </w:r>
      <w:r w:rsidR="008642AA" w:rsidRPr="00A667AD">
        <w:rPr>
          <w:i/>
          <w:vertAlign w:val="subscript"/>
        </w:rPr>
        <w:t>p)</w:t>
      </w:r>
      <w:r w:rsidR="00B63268" w:rsidRPr="00B63268">
        <w:rPr>
          <w:lang w:val="en-US"/>
        </w:rPr>
        <w:t xml:space="preserve"> </w:t>
      </w:r>
      <w:proofErr w:type="spellStart"/>
      <w:r w:rsidR="00B63268" w:rsidRPr="00B63268">
        <w:rPr>
          <w:lang w:val="en-US"/>
        </w:rPr>
        <w:t>Scrieţi</w:t>
      </w:r>
      <w:proofErr w:type="spellEnd"/>
      <w:r w:rsidR="00B63268" w:rsidRPr="00B63268">
        <w:rPr>
          <w:lang w:val="en-US"/>
        </w:rPr>
        <w:t xml:space="preserve"> </w:t>
      </w:r>
      <w:proofErr w:type="spellStart"/>
      <w:r w:rsidR="00B63268" w:rsidRPr="00B63268">
        <w:rPr>
          <w:lang w:val="en-US"/>
        </w:rPr>
        <w:t>definiţia</w:t>
      </w:r>
      <w:proofErr w:type="spellEnd"/>
      <w:r w:rsidR="00B63268" w:rsidRPr="00B63268">
        <w:rPr>
          <w:lang w:val="en-US"/>
        </w:rPr>
        <w:t xml:space="preserve"> </w:t>
      </w:r>
      <w:proofErr w:type="spellStart"/>
      <w:r w:rsidR="00B63268" w:rsidRPr="00B63268">
        <w:rPr>
          <w:lang w:val="en-US"/>
        </w:rPr>
        <w:t>completă</w:t>
      </w:r>
      <w:proofErr w:type="spellEnd"/>
      <w:r w:rsidR="00B63268" w:rsidRPr="00B63268">
        <w:rPr>
          <w:lang w:val="en-US"/>
        </w:rPr>
        <w:t xml:space="preserve"> a </w:t>
      </w:r>
      <w:proofErr w:type="spellStart"/>
      <w:r w:rsidR="00B63268" w:rsidRPr="00B63268">
        <w:rPr>
          <w:lang w:val="en-US"/>
        </w:rPr>
        <w:t>subprogramului</w:t>
      </w:r>
      <w:proofErr w:type="spellEnd"/>
      <w:r w:rsidR="00B63268" w:rsidRPr="00B63268">
        <w:rPr>
          <w:lang w:val="en-US"/>
        </w:rPr>
        <w:t xml:space="preserve"> </w:t>
      </w:r>
      <w:proofErr w:type="spellStart"/>
      <w:r w:rsidR="00B63268" w:rsidRPr="00B63268">
        <w:rPr>
          <w:b/>
          <w:bCs/>
          <w:lang w:val="en-US"/>
        </w:rPr>
        <w:t>cif</w:t>
      </w:r>
      <w:proofErr w:type="spellEnd"/>
      <w:r w:rsidR="00B63268" w:rsidRPr="00B63268">
        <w:rPr>
          <w:lang w:val="en-US"/>
        </w:rPr>
        <w:t xml:space="preserve">. </w:t>
      </w:r>
      <w:proofErr w:type="spellStart"/>
      <w:r w:rsidR="00B63268" w:rsidRPr="00B63268">
        <w:rPr>
          <w:lang w:val="en-US"/>
        </w:rPr>
        <w:t>Subprogramul</w:t>
      </w:r>
      <w:proofErr w:type="spellEnd"/>
      <w:r w:rsidR="00B63268" w:rsidRPr="00B63268">
        <w:rPr>
          <w:lang w:val="en-US"/>
        </w:rPr>
        <w:t xml:space="preserve"> </w:t>
      </w:r>
      <w:proofErr w:type="spellStart"/>
      <w:r w:rsidR="00B63268" w:rsidRPr="00B63268">
        <w:rPr>
          <w:b/>
          <w:bCs/>
          <w:lang w:val="en-US"/>
        </w:rPr>
        <w:t>cif</w:t>
      </w:r>
      <w:proofErr w:type="spellEnd"/>
      <w:r w:rsidR="00B63268" w:rsidRPr="00B63268">
        <w:rPr>
          <w:lang w:val="en-US"/>
        </w:rPr>
        <w:t xml:space="preserve">, cu </w:t>
      </w:r>
      <w:proofErr w:type="spellStart"/>
      <w:r w:rsidR="00B63268" w:rsidRPr="00B63268">
        <w:rPr>
          <w:lang w:val="en-US"/>
        </w:rPr>
        <w:t>doi</w:t>
      </w:r>
      <w:proofErr w:type="spellEnd"/>
      <w:r w:rsidR="00B63268" w:rsidRPr="00B63268">
        <w:rPr>
          <w:lang w:val="en-US"/>
        </w:rPr>
        <w:t xml:space="preserve"> </w:t>
      </w:r>
      <w:proofErr w:type="spellStart"/>
      <w:r w:rsidR="00B63268" w:rsidRPr="00B63268">
        <w:rPr>
          <w:lang w:val="en-US"/>
        </w:rPr>
        <w:t>parametri</w:t>
      </w:r>
      <w:proofErr w:type="spellEnd"/>
      <w:r w:rsidR="00B63268" w:rsidRPr="00B63268">
        <w:rPr>
          <w:lang w:val="en-US"/>
        </w:rPr>
        <w:t xml:space="preserve">, </w:t>
      </w:r>
      <w:proofErr w:type="spellStart"/>
      <w:r w:rsidR="00B63268" w:rsidRPr="00B63268">
        <w:rPr>
          <w:lang w:val="en-US"/>
        </w:rPr>
        <w:t>primeşte</w:t>
      </w:r>
      <w:proofErr w:type="spellEnd"/>
      <w:r w:rsidR="00B63268" w:rsidRPr="00B63268">
        <w:rPr>
          <w:lang w:val="en-US"/>
        </w:rPr>
        <w:t xml:space="preserve"> </w:t>
      </w:r>
      <w:proofErr w:type="spellStart"/>
      <w:r w:rsidR="00B63268" w:rsidRPr="00B63268">
        <w:rPr>
          <w:lang w:val="en-US"/>
        </w:rPr>
        <w:t>prin</w:t>
      </w:r>
      <w:proofErr w:type="spellEnd"/>
      <w:r w:rsidR="00B63268" w:rsidRPr="00B63268">
        <w:rPr>
          <w:lang w:val="en-US"/>
        </w:rPr>
        <w:t xml:space="preserve"> </w:t>
      </w:r>
      <w:proofErr w:type="spellStart"/>
      <w:r w:rsidR="00B63268" w:rsidRPr="00B63268">
        <w:rPr>
          <w:lang w:val="en-US"/>
        </w:rPr>
        <w:t>intermediul</w:t>
      </w:r>
      <w:proofErr w:type="spellEnd"/>
      <w:r w:rsidR="00B63268" w:rsidRPr="00B63268">
        <w:rPr>
          <w:lang w:val="en-US"/>
        </w:rPr>
        <w:t xml:space="preserve"> </w:t>
      </w:r>
      <w:proofErr w:type="spellStart"/>
      <w:r w:rsidR="00B63268" w:rsidRPr="00B63268">
        <w:rPr>
          <w:lang w:val="en-US"/>
        </w:rPr>
        <w:t>parametrului</w:t>
      </w:r>
      <w:proofErr w:type="spellEnd"/>
      <w:r w:rsidR="00B63268" w:rsidRPr="00B63268">
        <w:rPr>
          <w:lang w:val="en-US"/>
        </w:rPr>
        <w:t xml:space="preserve"> </w:t>
      </w:r>
      <w:r w:rsidR="00B63268" w:rsidRPr="00B63268">
        <w:rPr>
          <w:b/>
          <w:bCs/>
          <w:lang w:val="en-US"/>
        </w:rPr>
        <w:t xml:space="preserve">a </w:t>
      </w:r>
      <w:proofErr w:type="gramStart"/>
      <w:r w:rsidR="00B63268" w:rsidRPr="00B63268">
        <w:rPr>
          <w:lang w:val="en-US"/>
        </w:rPr>
        <w:t>un</w:t>
      </w:r>
      <w:proofErr w:type="gramEnd"/>
      <w:r w:rsidR="00B63268" w:rsidRPr="00B63268">
        <w:rPr>
          <w:lang w:val="en-US"/>
        </w:rPr>
        <w:t xml:space="preserve"> </w:t>
      </w:r>
      <w:proofErr w:type="spellStart"/>
      <w:r w:rsidR="00B63268" w:rsidRPr="00B63268">
        <w:rPr>
          <w:lang w:val="en-US"/>
        </w:rPr>
        <w:t>număr</w:t>
      </w:r>
      <w:proofErr w:type="spellEnd"/>
      <w:r w:rsidR="00B63268" w:rsidRPr="00B63268">
        <w:rPr>
          <w:lang w:val="en-US"/>
        </w:rPr>
        <w:t xml:space="preserve"> natural cu </w:t>
      </w:r>
      <w:proofErr w:type="spellStart"/>
      <w:r w:rsidR="00B63268" w:rsidRPr="00B63268">
        <w:rPr>
          <w:lang w:val="en-US"/>
        </w:rPr>
        <w:t>cel</w:t>
      </w:r>
      <w:proofErr w:type="spellEnd"/>
      <w:r w:rsidR="00B63268" w:rsidRPr="00B63268">
        <w:rPr>
          <w:lang w:val="en-US"/>
        </w:rPr>
        <w:t xml:space="preserve"> </w:t>
      </w:r>
      <w:proofErr w:type="spellStart"/>
      <w:r w:rsidR="00B63268" w:rsidRPr="00B63268">
        <w:rPr>
          <w:lang w:val="en-US"/>
        </w:rPr>
        <w:t>mult</w:t>
      </w:r>
      <w:proofErr w:type="spellEnd"/>
      <w:r w:rsidR="00B63268" w:rsidRPr="00B63268">
        <w:rPr>
          <w:lang w:val="en-US"/>
        </w:rPr>
        <w:t xml:space="preserve"> </w:t>
      </w:r>
      <w:r w:rsidR="00B63268" w:rsidRPr="00B63268">
        <w:rPr>
          <w:b/>
          <w:bCs/>
          <w:lang w:val="en-US"/>
        </w:rPr>
        <w:t xml:space="preserve">8 </w:t>
      </w:r>
      <w:proofErr w:type="spellStart"/>
      <w:r w:rsidR="00B63268" w:rsidRPr="00B63268">
        <w:rPr>
          <w:lang w:val="en-US"/>
        </w:rPr>
        <w:t>cifre</w:t>
      </w:r>
      <w:proofErr w:type="spellEnd"/>
      <w:r w:rsidR="00B63268" w:rsidRPr="00B63268">
        <w:rPr>
          <w:lang w:val="en-US"/>
        </w:rPr>
        <w:t xml:space="preserve"> </w:t>
      </w:r>
      <w:proofErr w:type="spellStart"/>
      <w:r w:rsidR="00B63268" w:rsidRPr="00B63268">
        <w:rPr>
          <w:lang w:val="en-US"/>
        </w:rPr>
        <w:t>şi</w:t>
      </w:r>
      <w:proofErr w:type="spellEnd"/>
      <w:r w:rsidR="00B63268" w:rsidRPr="00B63268">
        <w:rPr>
          <w:lang w:val="en-US"/>
        </w:rPr>
        <w:t xml:space="preserve"> </w:t>
      </w:r>
      <w:proofErr w:type="spellStart"/>
      <w:r w:rsidR="00B63268" w:rsidRPr="00B63268">
        <w:rPr>
          <w:lang w:val="en-US"/>
        </w:rPr>
        <w:t>prin</w:t>
      </w:r>
      <w:proofErr w:type="spellEnd"/>
      <w:r w:rsidR="00B63268" w:rsidRPr="00B63268">
        <w:rPr>
          <w:lang w:val="en-US"/>
        </w:rPr>
        <w:t xml:space="preserve"> </w:t>
      </w:r>
      <w:proofErr w:type="spellStart"/>
      <w:r w:rsidR="00B63268" w:rsidRPr="00B63268">
        <w:rPr>
          <w:lang w:val="en-US"/>
        </w:rPr>
        <w:t>intermediul</w:t>
      </w:r>
      <w:proofErr w:type="spellEnd"/>
      <w:r w:rsidR="00B63268" w:rsidRPr="00B63268">
        <w:rPr>
          <w:lang w:val="en-US"/>
        </w:rPr>
        <w:t xml:space="preserve"> </w:t>
      </w:r>
      <w:proofErr w:type="spellStart"/>
      <w:r w:rsidR="00B63268" w:rsidRPr="00B63268">
        <w:rPr>
          <w:lang w:val="en-US"/>
        </w:rPr>
        <w:t>parametrului</w:t>
      </w:r>
      <w:proofErr w:type="spellEnd"/>
      <w:r w:rsidR="00B63268" w:rsidRPr="00B63268">
        <w:rPr>
          <w:lang w:val="en-US"/>
        </w:rPr>
        <w:t xml:space="preserve"> </w:t>
      </w:r>
      <w:r w:rsidR="00B63268" w:rsidRPr="00B63268">
        <w:rPr>
          <w:b/>
          <w:bCs/>
          <w:lang w:val="en-US"/>
        </w:rPr>
        <w:t xml:space="preserve">b </w:t>
      </w:r>
      <w:r w:rsidR="00B63268" w:rsidRPr="00B63268">
        <w:rPr>
          <w:lang w:val="en-US"/>
        </w:rPr>
        <w:t xml:space="preserve">o </w:t>
      </w:r>
      <w:proofErr w:type="spellStart"/>
      <w:r w:rsidR="00B63268" w:rsidRPr="00B63268">
        <w:rPr>
          <w:lang w:val="en-US"/>
        </w:rPr>
        <w:t>cifră</w:t>
      </w:r>
      <w:proofErr w:type="spellEnd"/>
      <w:r w:rsidR="00B63268" w:rsidRPr="00B63268">
        <w:rPr>
          <w:lang w:val="en-US"/>
        </w:rPr>
        <w:t xml:space="preserve">; </w:t>
      </w:r>
      <w:proofErr w:type="spellStart"/>
      <w:r w:rsidR="00B63268" w:rsidRPr="00B63268">
        <w:rPr>
          <w:lang w:val="en-US"/>
        </w:rPr>
        <w:t>subprogramul</w:t>
      </w:r>
      <w:proofErr w:type="spellEnd"/>
      <w:r w:rsidR="00B63268" w:rsidRPr="00B63268">
        <w:rPr>
          <w:lang w:val="en-US"/>
        </w:rPr>
        <w:t xml:space="preserve"> </w:t>
      </w:r>
      <w:proofErr w:type="spellStart"/>
      <w:r w:rsidR="00B63268" w:rsidRPr="00B63268">
        <w:rPr>
          <w:lang w:val="en-US"/>
        </w:rPr>
        <w:t>returnează</w:t>
      </w:r>
      <w:proofErr w:type="spellEnd"/>
      <w:r w:rsidR="00B63268">
        <w:rPr>
          <w:lang w:val="en-US"/>
        </w:rPr>
        <w:t xml:space="preserve"> </w:t>
      </w:r>
      <w:proofErr w:type="spellStart"/>
      <w:r w:rsidR="00B63268" w:rsidRPr="00B63268">
        <w:rPr>
          <w:lang w:val="en-US"/>
        </w:rPr>
        <w:t>numărul</w:t>
      </w:r>
      <w:proofErr w:type="spellEnd"/>
      <w:r w:rsidR="00B63268" w:rsidRPr="00B63268">
        <w:rPr>
          <w:lang w:val="en-US"/>
        </w:rPr>
        <w:t xml:space="preserve"> de </w:t>
      </w:r>
      <w:proofErr w:type="spellStart"/>
      <w:r w:rsidR="00B63268" w:rsidRPr="00B63268">
        <w:rPr>
          <w:lang w:val="en-US"/>
        </w:rPr>
        <w:t>apariţii</w:t>
      </w:r>
      <w:proofErr w:type="spellEnd"/>
      <w:r w:rsidR="00B63268" w:rsidRPr="00B63268">
        <w:rPr>
          <w:lang w:val="en-US"/>
        </w:rPr>
        <w:t xml:space="preserve"> ale </w:t>
      </w:r>
      <w:proofErr w:type="spellStart"/>
      <w:r w:rsidR="00B63268" w:rsidRPr="00B63268">
        <w:rPr>
          <w:lang w:val="en-US"/>
        </w:rPr>
        <w:t>cifrei</w:t>
      </w:r>
      <w:proofErr w:type="spellEnd"/>
      <w:r w:rsidR="00B63268" w:rsidRPr="00B63268">
        <w:rPr>
          <w:lang w:val="en-US"/>
        </w:rPr>
        <w:t xml:space="preserve"> </w:t>
      </w:r>
      <w:r w:rsidR="00B63268" w:rsidRPr="00B63268">
        <w:rPr>
          <w:b/>
          <w:bCs/>
          <w:lang w:val="en-US"/>
        </w:rPr>
        <w:t xml:space="preserve">b </w:t>
      </w:r>
      <w:proofErr w:type="spellStart"/>
      <w:r w:rsidR="00B63268" w:rsidRPr="00B63268">
        <w:rPr>
          <w:lang w:val="en-US"/>
        </w:rPr>
        <w:t>în</w:t>
      </w:r>
      <w:proofErr w:type="spellEnd"/>
      <w:r w:rsidR="00B63268" w:rsidRPr="00B63268">
        <w:rPr>
          <w:lang w:val="en-US"/>
        </w:rPr>
        <w:t xml:space="preserve"> </w:t>
      </w:r>
      <w:proofErr w:type="spellStart"/>
      <w:r w:rsidR="00B63268" w:rsidRPr="00B63268">
        <w:rPr>
          <w:lang w:val="en-US"/>
        </w:rPr>
        <w:t>scrierea</w:t>
      </w:r>
      <w:proofErr w:type="spellEnd"/>
      <w:r w:rsidR="00B63268" w:rsidRPr="00B63268">
        <w:rPr>
          <w:lang w:val="en-US"/>
        </w:rPr>
        <w:t xml:space="preserve"> </w:t>
      </w:r>
      <w:proofErr w:type="spellStart"/>
      <w:r w:rsidR="00B63268" w:rsidRPr="00B63268">
        <w:rPr>
          <w:lang w:val="en-US"/>
        </w:rPr>
        <w:t>numărului</w:t>
      </w:r>
      <w:proofErr w:type="spellEnd"/>
      <w:r w:rsidR="00B63268" w:rsidRPr="00B63268">
        <w:rPr>
          <w:lang w:val="en-US"/>
        </w:rPr>
        <w:t xml:space="preserve"> </w:t>
      </w:r>
      <w:r w:rsidR="00B63268" w:rsidRPr="00B63268">
        <w:rPr>
          <w:b/>
          <w:bCs/>
          <w:lang w:val="en-US"/>
        </w:rPr>
        <w:t>a</w:t>
      </w:r>
      <w:r w:rsidR="00B63268" w:rsidRPr="00B63268">
        <w:rPr>
          <w:lang w:val="en-US"/>
        </w:rPr>
        <w:t>.</w:t>
      </w:r>
    </w:p>
    <w:p w:rsidR="00B63268" w:rsidRDefault="00B63268" w:rsidP="00B63268">
      <w:pPr>
        <w:spacing w:before="120" w:after="120"/>
        <w:jc w:val="both"/>
      </w:pPr>
      <w:proofErr w:type="spellStart"/>
      <w:r w:rsidRPr="00B63268">
        <w:rPr>
          <w:b/>
          <w:bCs/>
          <w:lang w:val="en-US"/>
        </w:rPr>
        <w:t>Exemplu</w:t>
      </w:r>
      <w:proofErr w:type="spellEnd"/>
      <w:r w:rsidRPr="00B63268">
        <w:rPr>
          <w:lang w:val="en-US"/>
        </w:rPr>
        <w:t xml:space="preserve">: </w:t>
      </w:r>
      <w:proofErr w:type="spellStart"/>
      <w:r w:rsidRPr="00B63268">
        <w:rPr>
          <w:lang w:val="en-US"/>
        </w:rPr>
        <w:t>pentru</w:t>
      </w:r>
      <w:proofErr w:type="spellEnd"/>
      <w:r w:rsidRPr="00B63268">
        <w:rPr>
          <w:lang w:val="en-US"/>
        </w:rPr>
        <w:t xml:space="preserve"> </w:t>
      </w:r>
      <w:r w:rsidRPr="00B63268">
        <w:rPr>
          <w:b/>
          <w:bCs/>
          <w:lang w:val="en-US"/>
        </w:rPr>
        <w:t xml:space="preserve">a=125854 </w:t>
      </w:r>
      <w:proofErr w:type="spellStart"/>
      <w:r w:rsidRPr="00B63268">
        <w:rPr>
          <w:lang w:val="en-US"/>
        </w:rPr>
        <w:t>şi</w:t>
      </w:r>
      <w:proofErr w:type="spellEnd"/>
      <w:r w:rsidRPr="00B63268">
        <w:rPr>
          <w:lang w:val="en-US"/>
        </w:rPr>
        <w:t xml:space="preserve"> </w:t>
      </w:r>
      <w:r w:rsidRPr="00B63268">
        <w:rPr>
          <w:b/>
          <w:bCs/>
          <w:lang w:val="en-US"/>
        </w:rPr>
        <w:t>b=5</w:t>
      </w:r>
      <w:r w:rsidRPr="00B63268">
        <w:rPr>
          <w:lang w:val="en-US"/>
        </w:rPr>
        <w:t xml:space="preserve">, </w:t>
      </w:r>
      <w:proofErr w:type="spellStart"/>
      <w:r w:rsidRPr="00B63268">
        <w:rPr>
          <w:lang w:val="en-US"/>
        </w:rPr>
        <w:t>subprogramul</w:t>
      </w:r>
      <w:proofErr w:type="spellEnd"/>
      <w:r w:rsidRPr="00B63268">
        <w:rPr>
          <w:lang w:val="en-US"/>
        </w:rPr>
        <w:t xml:space="preserve"> </w:t>
      </w:r>
      <w:proofErr w:type="spellStart"/>
      <w:proofErr w:type="gramStart"/>
      <w:r w:rsidRPr="00B63268">
        <w:rPr>
          <w:lang w:val="en-US"/>
        </w:rPr>
        <w:t>va</w:t>
      </w:r>
      <w:proofErr w:type="spellEnd"/>
      <w:proofErr w:type="gramEnd"/>
      <w:r w:rsidRPr="00B63268">
        <w:rPr>
          <w:lang w:val="en-US"/>
        </w:rPr>
        <w:t xml:space="preserve"> </w:t>
      </w:r>
      <w:proofErr w:type="spellStart"/>
      <w:r w:rsidRPr="00B63268">
        <w:rPr>
          <w:lang w:val="en-US"/>
        </w:rPr>
        <w:t>returna</w:t>
      </w:r>
      <w:proofErr w:type="spellEnd"/>
      <w:r w:rsidRPr="00B63268">
        <w:rPr>
          <w:lang w:val="en-US"/>
        </w:rPr>
        <w:t xml:space="preserve"> </w:t>
      </w:r>
      <w:proofErr w:type="spellStart"/>
      <w:r w:rsidRPr="00B63268">
        <w:rPr>
          <w:lang w:val="en-US"/>
        </w:rPr>
        <w:t>valoarea</w:t>
      </w:r>
      <w:proofErr w:type="spellEnd"/>
      <w:r w:rsidRPr="00B63268">
        <w:rPr>
          <w:lang w:val="en-US"/>
        </w:rPr>
        <w:t xml:space="preserve"> </w:t>
      </w:r>
      <w:r w:rsidRPr="00B63268">
        <w:rPr>
          <w:b/>
          <w:bCs/>
          <w:lang w:val="en-US"/>
        </w:rPr>
        <w:t>2</w:t>
      </w:r>
      <w:r w:rsidRPr="00B63268">
        <w:rPr>
          <w:lang w:val="en-US"/>
        </w:rPr>
        <w:t>.</w:t>
      </w:r>
    </w:p>
    <w:p w:rsidR="00B63268" w:rsidRPr="00B63268" w:rsidRDefault="00B63268" w:rsidP="00B63268">
      <w:pPr>
        <w:spacing w:before="120" w:after="120"/>
        <w:jc w:val="both"/>
      </w:pPr>
    </w:p>
    <w:p w:rsidR="008642AA" w:rsidRDefault="007B1A8B" w:rsidP="0067408A">
      <w:pPr>
        <w:pStyle w:val="ListParagraph"/>
        <w:numPr>
          <w:ilvl w:val="0"/>
          <w:numId w:val="4"/>
        </w:numPr>
        <w:spacing w:before="120" w:after="120"/>
        <w:contextualSpacing w:val="0"/>
        <w:jc w:val="both"/>
      </w:pPr>
      <w:r>
        <w:rPr>
          <w:i/>
          <w:vertAlign w:val="subscript"/>
        </w:rPr>
        <w:t>(3</w:t>
      </w:r>
      <w:r w:rsidRPr="00A667AD">
        <w:rPr>
          <w:i/>
          <w:vertAlign w:val="subscript"/>
        </w:rPr>
        <w:t>p)</w:t>
      </w:r>
      <w:r w:rsidRPr="00B63268">
        <w:rPr>
          <w:lang w:val="en-US"/>
        </w:rPr>
        <w:t xml:space="preserve"> </w:t>
      </w:r>
      <w:r w:rsidR="008642AA" w:rsidRPr="008642AA">
        <w:t>Scrie</w:t>
      </w:r>
      <w:r w:rsidR="0070115E">
        <w:t>ț</w:t>
      </w:r>
      <w:r w:rsidR="008642AA" w:rsidRPr="008642AA">
        <w:t>i un program care con</w:t>
      </w:r>
      <w:r w:rsidR="0070115E">
        <w:t>ț</w:t>
      </w:r>
      <w:r w:rsidR="008642AA" w:rsidRPr="008642AA">
        <w:t>ine o func</w:t>
      </w:r>
      <w:r w:rsidR="0070115E">
        <w:t>ț</w:t>
      </w:r>
      <w:r w:rsidR="008642AA" w:rsidRPr="008642AA">
        <w:t xml:space="preserve">ie </w:t>
      </w:r>
      <w:r w:rsidR="008642AA" w:rsidRPr="0070115E">
        <w:rPr>
          <w:b/>
        </w:rPr>
        <w:t>divizori</w:t>
      </w:r>
      <w:r w:rsidR="008642AA" w:rsidRPr="008642AA">
        <w:t xml:space="preserve"> cu doi parametri</w:t>
      </w:r>
      <w:r w:rsidR="0070115E">
        <w:t>:</w:t>
      </w:r>
      <w:r w:rsidR="008642AA" w:rsidRPr="0070115E">
        <w:rPr>
          <w:b/>
          <w:i/>
        </w:rPr>
        <w:t>n</w:t>
      </w:r>
      <w:r>
        <w:rPr>
          <w:b/>
          <w:i/>
        </w:rPr>
        <w:t xml:space="preserve"> </w:t>
      </w:r>
      <w:r w:rsidR="0070115E">
        <w:t>ș</w:t>
      </w:r>
      <w:r w:rsidR="008642AA" w:rsidRPr="008642AA">
        <w:t xml:space="preserve">i </w:t>
      </w:r>
      <w:r w:rsidR="008642AA" w:rsidRPr="0070115E">
        <w:rPr>
          <w:b/>
          <w:i/>
        </w:rPr>
        <w:t>k</w:t>
      </w:r>
      <w:r w:rsidR="0070115E">
        <w:t>,</w:t>
      </w:r>
      <w:r w:rsidR="008642AA" w:rsidRPr="008642AA">
        <w:t xml:space="preserve"> num</w:t>
      </w:r>
      <w:r w:rsidR="0070115E">
        <w:t>e</w:t>
      </w:r>
      <w:r w:rsidR="008642AA" w:rsidRPr="008642AA">
        <w:t>r</w:t>
      </w:r>
      <w:r w:rsidR="0070115E">
        <w:t>e</w:t>
      </w:r>
      <w:r w:rsidR="008642AA" w:rsidRPr="008642AA">
        <w:t xml:space="preserve"> natural</w:t>
      </w:r>
      <w:r w:rsidR="0070115E">
        <w:t>e</w:t>
      </w:r>
      <w:r w:rsidR="008642AA" w:rsidRPr="008642AA">
        <w:t>. Func</w:t>
      </w:r>
      <w:r w:rsidR="0070115E">
        <w:t>ț</w:t>
      </w:r>
      <w:r w:rsidR="008642AA" w:rsidRPr="008642AA">
        <w:t xml:space="preserve">ia va furniza prin intermediul parametrului </w:t>
      </w:r>
      <w:r w:rsidR="008642AA" w:rsidRPr="0070115E">
        <w:rPr>
          <w:b/>
          <w:i/>
        </w:rPr>
        <w:t>k</w:t>
      </w:r>
      <w:r w:rsidR="008642AA" w:rsidRPr="008642AA">
        <w:t xml:space="preserve"> num</w:t>
      </w:r>
      <w:r w:rsidR="0070115E">
        <w:t>ă</w:t>
      </w:r>
      <w:r w:rsidR="008642AA" w:rsidRPr="008642AA">
        <w:t xml:space="preserve">rul </w:t>
      </w:r>
      <w:r w:rsidR="0070115E">
        <w:t xml:space="preserve">de </w:t>
      </w:r>
      <w:r w:rsidR="008642AA" w:rsidRPr="008642AA">
        <w:t>divizori</w:t>
      </w:r>
      <w:r w:rsidR="0070115E">
        <w:t xml:space="preserve"> ai</w:t>
      </w:r>
      <w:r w:rsidR="008642AA" w:rsidRPr="008642AA">
        <w:t xml:space="preserve"> lui </w:t>
      </w:r>
      <w:r w:rsidR="008642AA" w:rsidRPr="0070115E">
        <w:rPr>
          <w:b/>
          <w:i/>
        </w:rPr>
        <w:t>n</w:t>
      </w:r>
      <w:r w:rsidR="008642AA" w:rsidRPr="008642AA">
        <w:t>.</w:t>
      </w:r>
    </w:p>
    <w:p w:rsidR="008642AA" w:rsidRDefault="007B1A8B" w:rsidP="0067408A">
      <w:pPr>
        <w:pStyle w:val="ListParagraph"/>
        <w:numPr>
          <w:ilvl w:val="0"/>
          <w:numId w:val="4"/>
        </w:numPr>
        <w:spacing w:before="120" w:after="120"/>
        <w:contextualSpacing w:val="0"/>
        <w:jc w:val="both"/>
      </w:pPr>
      <w:r w:rsidRPr="00A667AD">
        <w:rPr>
          <w:i/>
          <w:vertAlign w:val="subscript"/>
        </w:rPr>
        <w:t>(4p)</w:t>
      </w:r>
      <w:r w:rsidRPr="00B63268">
        <w:rPr>
          <w:lang w:val="en-US"/>
        </w:rPr>
        <w:t xml:space="preserve"> </w:t>
      </w:r>
      <w:r w:rsidR="00134D35">
        <w:rPr>
          <w:lang w:val="en-US"/>
        </w:rPr>
        <w:t xml:space="preserve"> </w:t>
      </w:r>
      <w:r w:rsidR="00261F75" w:rsidRPr="00261F75">
        <w:t xml:space="preserve">Subprogramul </w:t>
      </w:r>
      <w:r w:rsidR="00261F75" w:rsidRPr="00BB7DB6">
        <w:rPr>
          <w:b/>
        </w:rPr>
        <w:t>f</w:t>
      </w:r>
      <w:r w:rsidR="00261F75" w:rsidRPr="00261F75">
        <w:t xml:space="preserve"> prime</w:t>
      </w:r>
      <w:r w:rsidR="00BB7DB6">
        <w:t>ș</w:t>
      </w:r>
      <w:r w:rsidR="00261F75" w:rsidRPr="00261F75">
        <w:t xml:space="preserve">te prin intermediul parametrului </w:t>
      </w:r>
      <w:r w:rsidR="00261F75" w:rsidRPr="00D81B0B">
        <w:rPr>
          <w:b/>
          <w:i/>
        </w:rPr>
        <w:t>n</w:t>
      </w:r>
      <w:r w:rsidR="00261F75" w:rsidRPr="00261F75">
        <w:t xml:space="preserve"> un num</w:t>
      </w:r>
      <w:r w:rsidR="00D81B0B">
        <w:t>ă</w:t>
      </w:r>
      <w:r w:rsidR="00261F75" w:rsidRPr="00261F75">
        <w:t>r natural nenul(1&lt;=</w:t>
      </w:r>
      <w:r w:rsidR="00261F75" w:rsidRPr="00D81B0B">
        <w:rPr>
          <w:b/>
          <w:i/>
        </w:rPr>
        <w:t>n</w:t>
      </w:r>
      <w:r w:rsidR="00261F75" w:rsidRPr="00261F75">
        <w:t>&lt;=9)</w:t>
      </w:r>
      <w:r w:rsidR="009B6C9B">
        <w:t xml:space="preserve"> și</w:t>
      </w:r>
      <w:r w:rsidR="00261F75" w:rsidRPr="00261F75">
        <w:t xml:space="preserve"> prin intermediul parametrului </w:t>
      </w:r>
      <w:r w:rsidR="00261F75" w:rsidRPr="009B6C9B">
        <w:rPr>
          <w:b/>
          <w:i/>
        </w:rPr>
        <w:t>a</w:t>
      </w:r>
      <w:r w:rsidR="00261F75" w:rsidRPr="00261F75">
        <w:t xml:space="preserve"> un tablou unidimensional cu </w:t>
      </w:r>
      <w:r w:rsidR="00261F75" w:rsidRPr="009B6C9B">
        <w:rPr>
          <w:b/>
          <w:i/>
        </w:rPr>
        <w:t>n</w:t>
      </w:r>
      <w:r w:rsidR="00134D35">
        <w:rPr>
          <w:b/>
          <w:i/>
        </w:rPr>
        <w:t xml:space="preserve"> </w:t>
      </w:r>
      <w:r w:rsidR="009B6C9B">
        <w:t>elemente,</w:t>
      </w:r>
      <w:r w:rsidR="00261F75" w:rsidRPr="00261F75">
        <w:t xml:space="preserve"> fiecare dintre acestea reprezent</w:t>
      </w:r>
      <w:r w:rsidR="009B6C9B">
        <w:t>â</w:t>
      </w:r>
      <w:r w:rsidR="00261F75" w:rsidRPr="00261F75">
        <w:t>nd c</w:t>
      </w:r>
      <w:r w:rsidR="009B6C9B">
        <w:t>â</w:t>
      </w:r>
      <w:r w:rsidR="00261F75" w:rsidRPr="00261F75">
        <w:t>te o cifr</w:t>
      </w:r>
      <w:r w:rsidR="009B6C9B">
        <w:t>ă</w:t>
      </w:r>
      <w:r w:rsidR="00261F75" w:rsidRPr="00261F75">
        <w:t xml:space="preserve"> a unui num</w:t>
      </w:r>
      <w:r w:rsidR="009B6C9B">
        <w:t>ă</w:t>
      </w:r>
      <w:r w:rsidR="00261F75" w:rsidRPr="00261F75">
        <w:t xml:space="preserve">r. Astfel </w:t>
      </w:r>
      <w:r w:rsidR="00261F75" w:rsidRPr="009B6C9B">
        <w:rPr>
          <w:b/>
          <w:i/>
        </w:rPr>
        <w:t>a</w:t>
      </w:r>
      <w:r w:rsidR="00261F75" w:rsidRPr="009B6C9B">
        <w:rPr>
          <w:b/>
          <w:i/>
          <w:vertAlign w:val="subscript"/>
        </w:rPr>
        <w:t>0</w:t>
      </w:r>
      <w:r w:rsidR="00261F75" w:rsidRPr="00261F75">
        <w:t xml:space="preserve"> reprezint</w:t>
      </w:r>
      <w:r w:rsidR="009B6C9B">
        <w:t>ă</w:t>
      </w:r>
      <w:r w:rsidR="00261F75" w:rsidRPr="00261F75">
        <w:t xml:space="preserve"> cifra unit</w:t>
      </w:r>
      <w:r w:rsidR="009B6C9B">
        <w:t>ăț</w:t>
      </w:r>
      <w:r w:rsidR="00261F75" w:rsidRPr="00261F75">
        <w:t xml:space="preserve">ilor, </w:t>
      </w:r>
      <w:r w:rsidR="00261F75" w:rsidRPr="009B6C9B">
        <w:rPr>
          <w:b/>
          <w:i/>
        </w:rPr>
        <w:t>a</w:t>
      </w:r>
      <w:r w:rsidR="00261F75" w:rsidRPr="009B6C9B">
        <w:rPr>
          <w:b/>
          <w:i/>
          <w:vertAlign w:val="subscript"/>
        </w:rPr>
        <w:t>1</w:t>
      </w:r>
      <w:r w:rsidR="00261F75" w:rsidRPr="00261F75">
        <w:t xml:space="preserve"> cifra zecilor etc. Subprogramul furnizeaz</w:t>
      </w:r>
      <w:r w:rsidR="009B6C9B">
        <w:t>ă</w:t>
      </w:r>
      <w:r w:rsidR="00261F75" w:rsidRPr="00261F75">
        <w:t xml:space="preserve"> prin intermediul parametrului </w:t>
      </w:r>
      <w:r w:rsidR="00261F75" w:rsidRPr="00E24A35">
        <w:rPr>
          <w:b/>
          <w:i/>
        </w:rPr>
        <w:t>k</w:t>
      </w:r>
      <w:r w:rsidR="00261F75" w:rsidRPr="00261F75">
        <w:t xml:space="preserve"> o valoare natural</w:t>
      </w:r>
      <w:r w:rsidR="00E24A35">
        <w:t>ă</w:t>
      </w:r>
      <w:r w:rsidR="00261F75" w:rsidRPr="00261F75">
        <w:t xml:space="preserve"> egal</w:t>
      </w:r>
      <w:r w:rsidR="00E24A35">
        <w:t>ă</w:t>
      </w:r>
      <w:r w:rsidR="00261F75" w:rsidRPr="00261F75">
        <w:t xml:space="preserve"> cu num</w:t>
      </w:r>
      <w:r w:rsidR="00E24A35">
        <w:t>ă</w:t>
      </w:r>
      <w:r w:rsidR="00261F75" w:rsidRPr="00261F75">
        <w:t>rul ob</w:t>
      </w:r>
      <w:r w:rsidR="00E24A35">
        <w:t>ț</w:t>
      </w:r>
      <w:r w:rsidR="00261F75" w:rsidRPr="00261F75">
        <w:t xml:space="preserve">inut din cifrele pare </w:t>
      </w:r>
      <w:r w:rsidR="00E24A35">
        <w:t>memorate î</w:t>
      </w:r>
      <w:r w:rsidR="00261F75" w:rsidRPr="00261F75">
        <w:t xml:space="preserve">n tabloul </w:t>
      </w:r>
      <w:r w:rsidR="00261F75" w:rsidRPr="00E24A35">
        <w:rPr>
          <w:b/>
          <w:i/>
        </w:rPr>
        <w:t>a</w:t>
      </w:r>
      <w:r w:rsidR="00261F75" w:rsidRPr="00261F75">
        <w:t xml:space="preserve"> sau valoare</w:t>
      </w:r>
      <w:r w:rsidR="00E24A35">
        <w:t>a</w:t>
      </w:r>
      <w:r w:rsidR="00134D35">
        <w:t xml:space="preserve"> </w:t>
      </w:r>
      <w:r w:rsidR="00261F75" w:rsidRPr="00E24A35">
        <w:rPr>
          <w:b/>
        </w:rPr>
        <w:t>-1</w:t>
      </w:r>
      <w:r w:rsidR="00261F75" w:rsidRPr="00261F75">
        <w:t xml:space="preserve"> dac</w:t>
      </w:r>
      <w:r w:rsidR="00E24A35">
        <w:t>ă</w:t>
      </w:r>
      <w:r w:rsidR="00134D35">
        <w:t xml:space="preserve"> </w:t>
      </w:r>
      <w:r w:rsidR="00E24A35">
        <w:t>î</w:t>
      </w:r>
      <w:r w:rsidR="00261F75" w:rsidRPr="00261F75">
        <w:t>n tablou nu exist</w:t>
      </w:r>
      <w:r w:rsidR="00E24A35">
        <w:t>ă</w:t>
      </w:r>
      <w:r w:rsidR="00261F75" w:rsidRPr="00261F75">
        <w:t xml:space="preserve"> nicio cifr</w:t>
      </w:r>
      <w:r w:rsidR="00E24A35">
        <w:t>ă</w:t>
      </w:r>
      <w:r w:rsidR="00261F75" w:rsidRPr="00261F75">
        <w:t xml:space="preserve"> par</w:t>
      </w:r>
      <w:r w:rsidR="0074150B">
        <w:t>ă</w:t>
      </w:r>
      <w:r w:rsidR="00261F75" w:rsidRPr="00261F75">
        <w:t>.</w:t>
      </w:r>
    </w:p>
    <w:p w:rsidR="005E21BE" w:rsidRPr="00134D35" w:rsidRDefault="005E21BE" w:rsidP="005E21BE">
      <w:pPr>
        <w:tabs>
          <w:tab w:val="clear" w:pos="851"/>
        </w:tabs>
        <w:autoSpaceDE w:val="0"/>
        <w:autoSpaceDN w:val="0"/>
        <w:adjustRightInd w:val="0"/>
        <w:spacing w:before="0" w:after="0"/>
      </w:pPr>
      <w:r w:rsidRPr="00134D35">
        <w:t xml:space="preserve">Scrieţi definiţia completă a subprogramului </w:t>
      </w:r>
      <w:r w:rsidRPr="00250176">
        <w:rPr>
          <w:b/>
        </w:rPr>
        <w:t>f</w:t>
      </w:r>
      <w:r w:rsidRPr="00134D35">
        <w:t>.</w:t>
      </w:r>
    </w:p>
    <w:p w:rsidR="005E21BE" w:rsidRPr="00A0206E" w:rsidRDefault="00134D35" w:rsidP="00250176">
      <w:pPr>
        <w:tabs>
          <w:tab w:val="clear" w:pos="851"/>
        </w:tabs>
        <w:autoSpaceDE w:val="0"/>
        <w:autoSpaceDN w:val="0"/>
        <w:adjustRightInd w:val="0"/>
        <w:spacing w:before="0" w:after="0"/>
        <w:jc w:val="both"/>
      </w:pPr>
      <w:r w:rsidRPr="00134D35">
        <w:rPr>
          <w:b/>
        </w:rPr>
        <w:t>Exemplu</w:t>
      </w:r>
      <w:r w:rsidR="005E21BE" w:rsidRPr="00134D35">
        <w:rPr>
          <w:b/>
        </w:rPr>
        <w:t>:</w:t>
      </w:r>
      <w:r w:rsidR="005E21BE" w:rsidRPr="00134D35">
        <w:t xml:space="preserve"> dacă subprogramul se apelează pentru </w:t>
      </w:r>
      <w:r w:rsidR="005E21BE" w:rsidRPr="00134D35">
        <w:rPr>
          <w:b/>
        </w:rPr>
        <w:t>n=6</w:t>
      </w:r>
      <w:r w:rsidR="005E21BE" w:rsidRPr="00134D35">
        <w:t xml:space="preserve"> şi pentru taboul a având valorile</w:t>
      </w:r>
      <w:r>
        <w:t xml:space="preserve"> </w:t>
      </w:r>
      <w:r w:rsidR="005E21BE" w:rsidRPr="00134D35">
        <w:rPr>
          <w:b/>
        </w:rPr>
        <w:t>(2,3,5,6,4,1),</w:t>
      </w:r>
      <w:r w:rsidR="005E21BE" w:rsidRPr="00134D35">
        <w:t xml:space="preserve"> parametrul </w:t>
      </w:r>
      <w:r w:rsidR="005E21BE" w:rsidRPr="00134D35">
        <w:rPr>
          <w:b/>
        </w:rPr>
        <w:t>k</w:t>
      </w:r>
      <w:r w:rsidR="005E21BE" w:rsidRPr="00134D35">
        <w:t xml:space="preserve"> va furniza valoarea </w:t>
      </w:r>
      <w:r w:rsidR="005E21BE" w:rsidRPr="00134D35">
        <w:rPr>
          <w:b/>
        </w:rPr>
        <w:t>462</w:t>
      </w:r>
      <w:r w:rsidR="005E21BE" w:rsidRPr="00134D35">
        <w:t>. Dacă subprogramul se apelează</w:t>
      </w:r>
      <w:r>
        <w:t xml:space="preserve"> </w:t>
      </w:r>
      <w:r w:rsidR="005E21BE" w:rsidRPr="00134D35">
        <w:t xml:space="preserve">pentru </w:t>
      </w:r>
      <w:r w:rsidR="005E21BE" w:rsidRPr="00134D35">
        <w:rPr>
          <w:b/>
        </w:rPr>
        <w:t>n=4</w:t>
      </w:r>
      <w:r w:rsidR="005E21BE" w:rsidRPr="00134D35">
        <w:t xml:space="preserve"> şi pentru </w:t>
      </w:r>
      <w:r w:rsidR="005E21BE" w:rsidRPr="00134D35">
        <w:rPr>
          <w:b/>
        </w:rPr>
        <w:t>a</w:t>
      </w:r>
      <w:r w:rsidR="005E21BE" w:rsidRPr="00134D35">
        <w:t xml:space="preserve"> reţinând valorile (0,0,1,1), </w:t>
      </w:r>
      <w:r w:rsidR="005E21BE" w:rsidRPr="00134D35">
        <w:rPr>
          <w:b/>
        </w:rPr>
        <w:t>k</w:t>
      </w:r>
      <w:r w:rsidR="005E21BE" w:rsidRPr="00134D35">
        <w:t xml:space="preserve"> va furniza valoarea </w:t>
      </w:r>
      <w:r w:rsidR="005E21BE" w:rsidRPr="00134D35">
        <w:rPr>
          <w:b/>
        </w:rPr>
        <w:t>0</w:t>
      </w:r>
      <w:r w:rsidR="005E21BE" w:rsidRPr="00134D35">
        <w:t>. Dacă</w:t>
      </w:r>
      <w:r>
        <w:t xml:space="preserve"> </w:t>
      </w:r>
      <w:r w:rsidR="005E21BE" w:rsidRPr="00134D35">
        <w:t xml:space="preserve">subprogramul se apelează pentru </w:t>
      </w:r>
      <w:r w:rsidR="005E21BE" w:rsidRPr="00134D35">
        <w:rPr>
          <w:b/>
        </w:rPr>
        <w:t>n=3</w:t>
      </w:r>
      <w:r w:rsidR="005E21BE" w:rsidRPr="00134D35">
        <w:t xml:space="preserve"> şi pentru </w:t>
      </w:r>
      <w:r w:rsidR="005E21BE" w:rsidRPr="00134D35">
        <w:rPr>
          <w:b/>
        </w:rPr>
        <w:t>a</w:t>
      </w:r>
      <w:r w:rsidR="005E21BE" w:rsidRPr="00134D35">
        <w:t xml:space="preserve"> reţinând valorile </w:t>
      </w:r>
      <w:r w:rsidR="005E21BE" w:rsidRPr="00134D35">
        <w:rPr>
          <w:b/>
        </w:rPr>
        <w:t>(3,7,1)</w:t>
      </w:r>
      <w:r w:rsidR="005E21BE" w:rsidRPr="00134D35">
        <w:t xml:space="preserve">, </w:t>
      </w:r>
      <w:r w:rsidR="005E21BE" w:rsidRPr="00134D35">
        <w:rPr>
          <w:b/>
        </w:rPr>
        <w:t>k</w:t>
      </w:r>
      <w:r w:rsidR="005E21BE" w:rsidRPr="00134D35">
        <w:t xml:space="preserve"> va furniza</w:t>
      </w:r>
      <w:r>
        <w:t xml:space="preserve"> </w:t>
      </w:r>
      <w:r w:rsidR="005E21BE" w:rsidRPr="00134D35">
        <w:t xml:space="preserve">valoarea </w:t>
      </w:r>
      <w:r w:rsidR="005E21BE" w:rsidRPr="00134D35">
        <w:rPr>
          <w:b/>
        </w:rPr>
        <w:t>-1</w:t>
      </w:r>
      <w:r w:rsidR="005E21BE" w:rsidRPr="00134D35">
        <w:t>.</w:t>
      </w:r>
    </w:p>
    <w:p w:rsidR="008642AA" w:rsidRPr="00A0206E" w:rsidRDefault="008642AA" w:rsidP="008642AA">
      <w:pPr>
        <w:spacing w:before="120" w:after="120"/>
        <w:jc w:val="both"/>
      </w:pPr>
    </w:p>
    <w:sectPr w:rsidR="008642AA" w:rsidRPr="00A0206E" w:rsidSect="002151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134" w:right="1134" w:bottom="1134" w:left="1134" w:header="680" w:footer="680" w:gutter="567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907" w:rsidRDefault="00996907" w:rsidP="002151A6">
      <w:pPr>
        <w:spacing w:before="0" w:after="0"/>
      </w:pPr>
      <w:r>
        <w:separator/>
      </w:r>
    </w:p>
  </w:endnote>
  <w:endnote w:type="continuationSeparator" w:id="1">
    <w:p w:rsidR="00996907" w:rsidRDefault="00996907" w:rsidP="002151A6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1A6" w:rsidRDefault="002151A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1A6" w:rsidRPr="007C0A95" w:rsidRDefault="009269F6" w:rsidP="002151A6">
    <w:pPr>
      <w:pStyle w:val="Footer"/>
      <w:rPr>
        <w:i/>
        <w:color w:val="808080" w:themeColor="background1" w:themeShade="80"/>
      </w:rPr>
    </w:pPr>
    <w:r w:rsidRPr="009269F6">
      <w:rPr>
        <w:i/>
        <w:noProof/>
        <w:color w:val="808080" w:themeColor="background1" w:themeShade="80"/>
        <w:lang w:eastAsia="ro-RO"/>
      </w:rPr>
      <w:pict>
        <v:line id="Straight Connector 2" o:spid="_x0000_s4097" style="position:absolute;z-index:251659776;visibility:visible" from="2.3pt,-1.6pt" to="449.3pt,-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" strokecolor="#7f7f7f" strokeweight=".5pt"/>
      </w:pict>
    </w:r>
    <w:r w:rsidR="002151A6" w:rsidRPr="007C0A95">
      <w:rPr>
        <w:i/>
        <w:color w:val="808080" w:themeColor="background1" w:themeShade="80"/>
      </w:rPr>
      <w:tab/>
    </w:r>
    <w:r w:rsidR="002151A6" w:rsidRPr="007C0A95">
      <w:rPr>
        <w:i/>
        <w:color w:val="808080" w:themeColor="background1" w:themeShade="80"/>
      </w:rPr>
      <w:t xml:space="preserve">Pagina </w:t>
    </w:r>
    <w:r w:rsidRPr="007C0A95">
      <w:rPr>
        <w:i/>
        <w:color w:val="808080" w:themeColor="background1" w:themeShade="80"/>
      </w:rPr>
      <w:fldChar w:fldCharType="begin"/>
    </w:r>
    <w:r w:rsidR="002151A6" w:rsidRPr="007C0A95">
      <w:rPr>
        <w:i/>
        <w:color w:val="808080" w:themeColor="background1" w:themeShade="80"/>
      </w:rPr>
      <w:instrText xml:space="preserve"> PAGE   \* MERGEFORMAT </w:instrText>
    </w:r>
    <w:r w:rsidRPr="007C0A95">
      <w:rPr>
        <w:i/>
        <w:color w:val="808080" w:themeColor="background1" w:themeShade="80"/>
      </w:rPr>
      <w:fldChar w:fldCharType="separate"/>
    </w:r>
    <w:r w:rsidR="00E027D7">
      <w:rPr>
        <w:i/>
        <w:noProof/>
        <w:color w:val="808080" w:themeColor="background1" w:themeShade="80"/>
      </w:rPr>
      <w:t>1</w:t>
    </w:r>
    <w:r w:rsidRPr="007C0A95">
      <w:rPr>
        <w:i/>
        <w:noProof/>
        <w:color w:val="808080" w:themeColor="background1" w:themeShade="80"/>
      </w:rPr>
      <w:fldChar w:fldCharType="end"/>
    </w:r>
    <w:r w:rsidR="002151A6" w:rsidRPr="007C0A95">
      <w:rPr>
        <w:i/>
        <w:noProof/>
        <w:color w:val="808080" w:themeColor="background1" w:themeShade="80"/>
      </w:rPr>
      <w:t xml:space="preserve"> din </w:t>
    </w:r>
    <w:fldSimple w:instr=" NUMPAGES  \* Arabic  \* MERGEFORMAT ">
      <w:r w:rsidR="00E027D7" w:rsidRPr="00E027D7">
        <w:rPr>
          <w:i/>
          <w:noProof/>
          <w:color w:val="808080" w:themeColor="background1" w:themeShade="80"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1A6" w:rsidRDefault="002151A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907" w:rsidRDefault="00996907" w:rsidP="002151A6">
      <w:pPr>
        <w:spacing w:before="0" w:after="0"/>
      </w:pPr>
      <w:r>
        <w:separator/>
      </w:r>
    </w:p>
  </w:footnote>
  <w:footnote w:type="continuationSeparator" w:id="1">
    <w:p w:rsidR="00996907" w:rsidRDefault="00996907" w:rsidP="002151A6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1A6" w:rsidRDefault="002151A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1A6" w:rsidRPr="007C0A95" w:rsidRDefault="009269F6" w:rsidP="002151A6">
    <w:pPr>
      <w:pStyle w:val="Header"/>
      <w:jc w:val="center"/>
      <w:rPr>
        <w:i/>
        <w:color w:val="808080" w:themeColor="background1" w:themeShade="80"/>
      </w:rPr>
    </w:pPr>
    <w:r w:rsidRPr="009269F6">
      <w:rPr>
        <w:i/>
        <w:noProof/>
        <w:color w:val="808080" w:themeColor="background1" w:themeShade="80"/>
        <w:lang w:eastAsia="ro-RO"/>
      </w:rPr>
      <w:pict>
        <v:line id="Straight Connector 1" o:spid="_x0000_s4098" style="position:absolute;left:0;text-align:left;z-index:251654656;visibility:visible" from="4.05pt,13.2pt" to="451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" strokecolor="#7f7f7f [1612]" strokeweight=".5pt"/>
      </w:pict>
    </w:r>
    <w:r w:rsidR="002151A6" w:rsidRPr="007C0A95">
      <w:rPr>
        <w:i/>
        <w:color w:val="808080" w:themeColor="background1" w:themeShade="80"/>
      </w:rPr>
      <w:t>Fișe de lucru laborator, clasa a X-a, profil real, specializarea matematică-informatică, intensiv informatică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1A6" w:rsidRDefault="002151A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A16D1"/>
    <w:multiLevelType w:val="hybridMultilevel"/>
    <w:tmpl w:val="6380C0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5B5761"/>
    <w:multiLevelType w:val="hybridMultilevel"/>
    <w:tmpl w:val="41A0299C"/>
    <w:lvl w:ilvl="0" w:tplc="C89A54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871038"/>
    <w:multiLevelType w:val="hybridMultilevel"/>
    <w:tmpl w:val="810E72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A414E"/>
    <w:multiLevelType w:val="hybridMultilevel"/>
    <w:tmpl w:val="72A0C3D2"/>
    <w:lvl w:ilvl="0" w:tplc="0A7A40A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 w:tplc="9FBC7B22">
      <w:start w:val="1"/>
      <w:numFmt w:val="lowerLetter"/>
      <w:suff w:val="space"/>
      <w:lvlText w:val="%2."/>
      <w:lvlJc w:val="left"/>
      <w:pPr>
        <w:ind w:left="284" w:firstLine="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mirrorMargins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0162CF"/>
    <w:rsid w:val="000162CF"/>
    <w:rsid w:val="00062C1A"/>
    <w:rsid w:val="0008644D"/>
    <w:rsid w:val="000A0160"/>
    <w:rsid w:val="000B44D4"/>
    <w:rsid w:val="001174A0"/>
    <w:rsid w:val="00134D35"/>
    <w:rsid w:val="001C5961"/>
    <w:rsid w:val="001F5481"/>
    <w:rsid w:val="001F5E98"/>
    <w:rsid w:val="002151A6"/>
    <w:rsid w:val="0022219A"/>
    <w:rsid w:val="0024767D"/>
    <w:rsid w:val="00250176"/>
    <w:rsid w:val="00261F75"/>
    <w:rsid w:val="00274441"/>
    <w:rsid w:val="00285F16"/>
    <w:rsid w:val="002A59E0"/>
    <w:rsid w:val="002C1F26"/>
    <w:rsid w:val="002F03E4"/>
    <w:rsid w:val="003955DB"/>
    <w:rsid w:val="003B667A"/>
    <w:rsid w:val="00400A93"/>
    <w:rsid w:val="00422EC1"/>
    <w:rsid w:val="00456641"/>
    <w:rsid w:val="0047172F"/>
    <w:rsid w:val="00500970"/>
    <w:rsid w:val="005174B9"/>
    <w:rsid w:val="00542C3E"/>
    <w:rsid w:val="00576E29"/>
    <w:rsid w:val="00593866"/>
    <w:rsid w:val="005E21BE"/>
    <w:rsid w:val="0067408A"/>
    <w:rsid w:val="0070115E"/>
    <w:rsid w:val="007068F0"/>
    <w:rsid w:val="00721721"/>
    <w:rsid w:val="0073768E"/>
    <w:rsid w:val="0074150B"/>
    <w:rsid w:val="0078012C"/>
    <w:rsid w:val="00781A4B"/>
    <w:rsid w:val="0078717C"/>
    <w:rsid w:val="007B1A8B"/>
    <w:rsid w:val="007B2235"/>
    <w:rsid w:val="007C3835"/>
    <w:rsid w:val="007F1055"/>
    <w:rsid w:val="007F3305"/>
    <w:rsid w:val="008642AA"/>
    <w:rsid w:val="008646D1"/>
    <w:rsid w:val="008F4C4A"/>
    <w:rsid w:val="009269F6"/>
    <w:rsid w:val="00936E9A"/>
    <w:rsid w:val="00996907"/>
    <w:rsid w:val="009B6C9B"/>
    <w:rsid w:val="009C11D5"/>
    <w:rsid w:val="009D0BAE"/>
    <w:rsid w:val="009D1300"/>
    <w:rsid w:val="009E4E75"/>
    <w:rsid w:val="009E6923"/>
    <w:rsid w:val="00A0206E"/>
    <w:rsid w:val="00A032E0"/>
    <w:rsid w:val="00A16C10"/>
    <w:rsid w:val="00A17973"/>
    <w:rsid w:val="00A667AD"/>
    <w:rsid w:val="00AA3FCA"/>
    <w:rsid w:val="00AF1A21"/>
    <w:rsid w:val="00AF7CAF"/>
    <w:rsid w:val="00B26B4E"/>
    <w:rsid w:val="00B63268"/>
    <w:rsid w:val="00B701A1"/>
    <w:rsid w:val="00B80F6F"/>
    <w:rsid w:val="00B87CF6"/>
    <w:rsid w:val="00BA4FCB"/>
    <w:rsid w:val="00BA534A"/>
    <w:rsid w:val="00BB7DB6"/>
    <w:rsid w:val="00BD7362"/>
    <w:rsid w:val="00C0550B"/>
    <w:rsid w:val="00C6062E"/>
    <w:rsid w:val="00CC7C3E"/>
    <w:rsid w:val="00D81B0B"/>
    <w:rsid w:val="00DD5283"/>
    <w:rsid w:val="00DE3F0C"/>
    <w:rsid w:val="00DE736D"/>
    <w:rsid w:val="00E027D7"/>
    <w:rsid w:val="00E22996"/>
    <w:rsid w:val="00E24A35"/>
    <w:rsid w:val="00E67AC5"/>
    <w:rsid w:val="00E81C79"/>
    <w:rsid w:val="00EA24D5"/>
    <w:rsid w:val="00EA467C"/>
    <w:rsid w:val="00F0526B"/>
    <w:rsid w:val="00F16581"/>
    <w:rsid w:val="00F31561"/>
    <w:rsid w:val="00F345C6"/>
    <w:rsid w:val="00F35D4F"/>
    <w:rsid w:val="00F52244"/>
    <w:rsid w:val="00F6381E"/>
    <w:rsid w:val="00F8436C"/>
    <w:rsid w:val="00F91527"/>
    <w:rsid w:val="00FB4EE0"/>
    <w:rsid w:val="00FE0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50B"/>
    <w:pPr>
      <w:tabs>
        <w:tab w:val="left" w:pos="851"/>
      </w:tabs>
      <w:spacing w:before="60" w:after="60" w:line="240" w:lineRule="auto"/>
    </w:pPr>
    <w:rPr>
      <w:rFonts w:ascii="Calibri" w:hAnsi="Calibri"/>
      <w:sz w:val="20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2C3E"/>
    <w:pPr>
      <w:keepNext/>
      <w:keepLines/>
      <w:spacing w:before="360" w:after="240"/>
      <w:jc w:val="center"/>
      <w:outlineLvl w:val="0"/>
    </w:pPr>
    <w:rPr>
      <w:rFonts w:ascii="Cambria" w:eastAsiaTheme="majorEastAsia" w:hAnsi="Cambria" w:cstheme="majorBidi"/>
      <w:b/>
      <w:color w:val="244061" w:themeColor="accent1" w:themeShade="80"/>
      <w:sz w:val="36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C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381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81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151A6"/>
    <w:pPr>
      <w:tabs>
        <w:tab w:val="clear" w:pos="851"/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2151A6"/>
    <w:rPr>
      <w:rFonts w:ascii="Calibri" w:hAnsi="Calibri"/>
      <w:sz w:val="20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2151A6"/>
    <w:pPr>
      <w:tabs>
        <w:tab w:val="clear" w:pos="851"/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2151A6"/>
    <w:rPr>
      <w:rFonts w:ascii="Calibri" w:hAnsi="Calibri"/>
      <w:sz w:val="20"/>
      <w:lang w:val="ro-RO"/>
    </w:rPr>
  </w:style>
  <w:style w:type="character" w:customStyle="1" w:styleId="Heading1Char">
    <w:name w:val="Heading 1 Char"/>
    <w:basedOn w:val="DefaultParagraphFont"/>
    <w:link w:val="Heading1"/>
    <w:uiPriority w:val="9"/>
    <w:rsid w:val="00542C3E"/>
    <w:rPr>
      <w:rFonts w:ascii="Cambria" w:eastAsiaTheme="majorEastAsia" w:hAnsi="Cambria" w:cstheme="majorBidi"/>
      <w:b/>
      <w:color w:val="244061" w:themeColor="accent1" w:themeShade="80"/>
      <w:sz w:val="36"/>
      <w:szCs w:val="32"/>
      <w:lang w:val="ro-RO"/>
    </w:rPr>
  </w:style>
  <w:style w:type="character" w:styleId="Hyperlink">
    <w:name w:val="Hyperlink"/>
    <w:basedOn w:val="DefaultParagraphFont"/>
    <w:uiPriority w:val="99"/>
    <w:unhideWhenUsed/>
    <w:rsid w:val="001F548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eam_000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490B3D6A-18E0-470D-A190-139BF50F1614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76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</dc:creator>
  <cp:keywords/>
  <dc:description/>
  <cp:lastModifiedBy>user</cp:lastModifiedBy>
  <cp:revision>44</cp:revision>
  <cp:lastPrinted>2013-10-07T05:51:00Z</cp:lastPrinted>
  <dcterms:created xsi:type="dcterms:W3CDTF">2013-10-21T08:01:00Z</dcterms:created>
  <dcterms:modified xsi:type="dcterms:W3CDTF">2016-10-19T18:09:00Z</dcterms:modified>
</cp:coreProperties>
</file>